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2E48A789" w:rsidR="00FD5E94" w:rsidRPr="00795FD2" w:rsidRDefault="001D4C4F" w:rsidP="00FD5E94">
      <w:pPr>
        <w:ind w:left="5760"/>
        <w:jc w:val="both"/>
        <w:rPr>
          <w:rFonts w:ascii="Calibri" w:hAnsi="Calibri" w:cs="Calibri"/>
          <w:b/>
        </w:rPr>
      </w:pPr>
      <w:bookmarkStart w:id="1" w:name="Ministry"/>
      <w:r w:rsidRPr="00795FD2">
        <w:rPr>
          <w:rFonts w:ascii="Calibri" w:hAnsi="Calibri" w:cs="Calibri"/>
          <w:b/>
        </w:rPr>
        <w:t xml:space="preserve">Ministry of </w:t>
      </w:r>
      <w:bookmarkEnd w:id="1"/>
      <w:r w:rsidR="00EB270F" w:rsidRPr="00795FD2">
        <w:rPr>
          <w:rFonts w:ascii="Calibri" w:hAnsi="Calibri" w:cs="Calibri"/>
          <w:b/>
        </w:rPr>
        <w:t>Health &amp; Medical Services</w:t>
      </w:r>
    </w:p>
    <w:p w14:paraId="69132112" w14:textId="7795B4DB" w:rsidR="00795FD2" w:rsidRDefault="00795FD2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Nawerewere, Tarawa</w:t>
      </w:r>
    </w:p>
    <w:p w14:paraId="4548238E" w14:textId="3FDEA9E2" w:rsidR="00795FD2" w:rsidRDefault="00795FD2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P.O.Box 268</w:t>
      </w:r>
    </w:p>
    <w:p w14:paraId="13BF1C55" w14:textId="056E071A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252F3B25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653A7A" w:rsidRPr="00795FD2">
        <w:rPr>
          <w:rFonts w:ascii="Calibri" w:hAnsi="Calibri" w:cs="Calibri"/>
          <w:b/>
        </w:rPr>
        <w:t xml:space="preserve">Ministry of 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</w:t>
      </w:r>
      <w:r w:rsidR="002C7E14" w:rsidRPr="002C7E14">
        <w:rPr>
          <w:rFonts w:ascii="Calibri" w:hAnsi="Calibri" w:cs="Calibri"/>
          <w:b/>
          <w:bCs/>
          <w:lang w:eastAsia="ko-KR"/>
        </w:rPr>
        <w:t>Health and Medical Services</w:t>
      </w:r>
      <w:r w:rsidR="002C7E14">
        <w:rPr>
          <w:rFonts w:ascii="Calibri" w:hAnsi="Calibri" w:cs="Calibri"/>
          <w:lang w:eastAsia="ko-KR"/>
        </w:rPr>
        <w:t xml:space="preserve"> </w:t>
      </w:r>
      <w:r w:rsidR="00FD5E94" w:rsidRPr="00106A08">
        <w:rPr>
          <w:rFonts w:ascii="Calibri" w:hAnsi="Calibri" w:cs="Calibri"/>
          <w:lang w:eastAsia="ko-KR"/>
        </w:rPr>
        <w:t xml:space="preserve">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5EA6D828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2"/>
      <w:bookmarkEnd w:id="3"/>
      <w:bookmarkEnd w:id="4"/>
      <w:bookmarkEnd w:id="5"/>
      <w:r w:rsidR="005B248D" w:rsidRPr="00A37207">
        <w:rPr>
          <w:sz w:val="24"/>
          <w:szCs w:val="24"/>
          <w:highlight w:val="yellow"/>
        </w:rPr>
        <w:t>22-W00</w:t>
      </w:r>
      <w:r w:rsidR="004E0DEB">
        <w:rPr>
          <w:sz w:val="24"/>
          <w:szCs w:val="24"/>
          <w:highlight w:val="yellow"/>
        </w:rPr>
        <w:t>5</w:t>
      </w:r>
      <w:r w:rsidR="005B248D" w:rsidRPr="00A37207">
        <w:rPr>
          <w:sz w:val="24"/>
          <w:szCs w:val="24"/>
          <w:highlight w:val="yellow"/>
        </w:rPr>
        <w:t>-24</w:t>
      </w:r>
    </w:p>
    <w:p w14:paraId="63FF277A" w14:textId="045D32B4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4E0DEB">
        <w:rPr>
          <w:rStyle w:val="Strong"/>
          <w:b/>
          <w:bCs w:val="0"/>
          <w:sz w:val="24"/>
        </w:rPr>
        <w:t>6</w:t>
      </w:r>
      <w:r w:rsidR="004E0DEB" w:rsidRPr="004E0DEB">
        <w:rPr>
          <w:rStyle w:val="Strong"/>
          <w:b/>
          <w:bCs w:val="0"/>
          <w:sz w:val="24"/>
          <w:vertAlign w:val="superscript"/>
        </w:rPr>
        <w:t>th</w:t>
      </w:r>
      <w:r w:rsidR="004E0DEB">
        <w:rPr>
          <w:rStyle w:val="Strong"/>
          <w:b/>
          <w:bCs w:val="0"/>
          <w:sz w:val="24"/>
        </w:rPr>
        <w:t xml:space="preserve"> June 2024</w:t>
      </w:r>
    </w:p>
    <w:p w14:paraId="4E9A6489" w14:textId="41C8B202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4E0DEB">
        <w:rPr>
          <w:rFonts w:cs="Calibri"/>
          <w:color w:val="FF0000"/>
          <w:sz w:val="24"/>
          <w:highlight w:val="yellow"/>
        </w:rPr>
        <w:t>22</w:t>
      </w:r>
      <w:r w:rsidR="004E0DEB" w:rsidRPr="004E0DEB">
        <w:rPr>
          <w:rFonts w:cs="Calibri"/>
          <w:color w:val="FF0000"/>
          <w:sz w:val="24"/>
          <w:highlight w:val="yellow"/>
          <w:vertAlign w:val="superscript"/>
        </w:rPr>
        <w:t>nd</w:t>
      </w:r>
      <w:r w:rsidR="004E0DEB">
        <w:rPr>
          <w:rFonts w:cs="Calibri"/>
          <w:color w:val="FF0000"/>
          <w:sz w:val="24"/>
          <w:highlight w:val="yellow"/>
        </w:rPr>
        <w:t xml:space="preserve"> July 2024</w:t>
      </w:r>
      <w:r w:rsidR="0020390B" w:rsidRPr="00A37207">
        <w:rPr>
          <w:rFonts w:cs="Calibri"/>
          <w:color w:val="FF0000"/>
          <w:sz w:val="24"/>
          <w:highlight w:val="yellow"/>
        </w:rPr>
        <w:t xml:space="preserve"> </w:t>
      </w:r>
      <w:r w:rsidR="00741DDD" w:rsidRPr="00A37207">
        <w:rPr>
          <w:rFonts w:cs="Calibri"/>
          <w:color w:val="FF0000"/>
          <w:sz w:val="24"/>
          <w:highlight w:val="yellow"/>
        </w:rPr>
        <w:t xml:space="preserve">– </w:t>
      </w:r>
      <w:r w:rsidR="00D94857" w:rsidRPr="00A37207">
        <w:rPr>
          <w:rFonts w:cs="Calibri"/>
          <w:color w:val="FF0000"/>
          <w:sz w:val="24"/>
          <w:highlight w:val="yellow"/>
        </w:rPr>
        <w:t>5pm</w:t>
      </w:r>
      <w:r w:rsidR="00741DDD" w:rsidRPr="00A37207">
        <w:rPr>
          <w:rFonts w:cs="Calibri"/>
          <w:color w:val="FF0000"/>
          <w:sz w:val="24"/>
          <w:highlight w:val="yellow"/>
        </w:rPr>
        <w:t xml:space="preserve"> </w:t>
      </w:r>
      <w:r w:rsidR="002C506D" w:rsidRPr="00A37207">
        <w:rPr>
          <w:rFonts w:cs="Calibri"/>
          <w:color w:val="FF0000"/>
          <w:sz w:val="24"/>
          <w:highlight w:val="yellow"/>
        </w:rPr>
        <w:t>(</w:t>
      </w:r>
      <w:r w:rsidR="00384173" w:rsidRPr="00A37207">
        <w:rPr>
          <w:rFonts w:cs="Calibri"/>
          <w:color w:val="FF0000"/>
          <w:sz w:val="24"/>
          <w:highlight w:val="yellow"/>
        </w:rPr>
        <w:t>Tarawa</w:t>
      </w:r>
      <w:r w:rsidR="00741DDD" w:rsidRPr="00A37207">
        <w:rPr>
          <w:rFonts w:cs="Calibri"/>
          <w:color w:val="FF0000"/>
          <w:sz w:val="24"/>
          <w:highlight w:val="yellow"/>
        </w:rPr>
        <w:t xml:space="preserve"> </w:t>
      </w:r>
      <w:r w:rsidR="00CE18CE" w:rsidRPr="00A37207">
        <w:rPr>
          <w:rFonts w:cs="Calibri"/>
          <w:color w:val="FF0000"/>
          <w:sz w:val="24"/>
          <w:highlight w:val="yellow"/>
        </w:rPr>
        <w:t>Time)</w:t>
      </w:r>
      <w:r w:rsidR="00CE18CE" w:rsidRPr="002C506D">
        <w:rPr>
          <w:rFonts w:cs="Calibri"/>
          <w:sz w:val="24"/>
        </w:rPr>
        <w:t xml:space="preserve"> *</w:t>
      </w:r>
    </w:p>
    <w:p w14:paraId="140FC738" w14:textId="537FD898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</w:r>
      <w:r w:rsidR="00ED3036">
        <w:rPr>
          <w:rFonts w:cs="Calibri"/>
          <w:sz w:val="24"/>
        </w:rPr>
        <w:t>Procurement of Labor</w:t>
      </w:r>
      <w:r w:rsidR="000369BB">
        <w:rPr>
          <w:rFonts w:cs="Calibri"/>
          <w:sz w:val="24"/>
        </w:rPr>
        <w:t xml:space="preserve"> for 5 </w:t>
      </w:r>
      <w:r w:rsidR="004E0DEB">
        <w:rPr>
          <w:rFonts w:cs="Calibri"/>
          <w:sz w:val="24"/>
        </w:rPr>
        <w:t xml:space="preserve">outer island </w:t>
      </w:r>
      <w:r w:rsidR="000369BB">
        <w:rPr>
          <w:rFonts w:cs="Calibri"/>
          <w:sz w:val="24"/>
        </w:rPr>
        <w:t>clinics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F12706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395C97D6" w14:textId="5B61796F" w:rsidR="00FD5E94" w:rsidRDefault="00EE0425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Dr Revite Kiritione</w:t>
      </w:r>
    </w:p>
    <w:p w14:paraId="2FE39D93" w14:textId="18AE8A1B" w:rsidR="00FD5E94" w:rsidRPr="00F46D13" w:rsidRDefault="008A55CD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OIC MHMS</w:t>
      </w:r>
    </w:p>
    <w:p w14:paraId="5A7C3FF2" w14:textId="27505FF0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3610C1" w:rsidRPr="00415B7A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AC6C49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9012C" w14:textId="77777777" w:rsidR="00EB0600" w:rsidRDefault="00EB0600">
      <w:r>
        <w:separator/>
      </w:r>
    </w:p>
  </w:endnote>
  <w:endnote w:type="continuationSeparator" w:id="0">
    <w:p w14:paraId="56D72105" w14:textId="77777777" w:rsidR="00EB0600" w:rsidRDefault="00EB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362713E3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127319" w:rsidRPr="0012731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127319" w:rsidRPr="0012731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59044F1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E0425">
      <w:rPr>
        <w:noProof/>
      </w:rPr>
      <w:t>2024-06-06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80721" w14:textId="77777777" w:rsidR="00EB0600" w:rsidRDefault="00EB0600">
      <w:r>
        <w:separator/>
      </w:r>
    </w:p>
  </w:footnote>
  <w:footnote w:type="continuationSeparator" w:id="0">
    <w:p w14:paraId="3F815672" w14:textId="77777777" w:rsidR="00EB0600" w:rsidRDefault="00EB0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165E997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020746">
    <w:abstractNumId w:val="16"/>
  </w:num>
  <w:num w:numId="2" w16cid:durableId="1588224558">
    <w:abstractNumId w:val="9"/>
  </w:num>
  <w:num w:numId="3" w16cid:durableId="76632168">
    <w:abstractNumId w:val="44"/>
  </w:num>
  <w:num w:numId="4" w16cid:durableId="11960269">
    <w:abstractNumId w:val="39"/>
  </w:num>
  <w:num w:numId="5" w16cid:durableId="52704341">
    <w:abstractNumId w:val="41"/>
  </w:num>
  <w:num w:numId="6" w16cid:durableId="1547335734">
    <w:abstractNumId w:val="31"/>
  </w:num>
  <w:num w:numId="7" w16cid:durableId="2042591172">
    <w:abstractNumId w:val="15"/>
  </w:num>
  <w:num w:numId="8" w16cid:durableId="1780876743">
    <w:abstractNumId w:val="2"/>
  </w:num>
  <w:num w:numId="9" w16cid:durableId="657155818">
    <w:abstractNumId w:val="7"/>
  </w:num>
  <w:num w:numId="10" w16cid:durableId="858275568">
    <w:abstractNumId w:val="23"/>
  </w:num>
  <w:num w:numId="11" w16cid:durableId="1831291148">
    <w:abstractNumId w:val="42"/>
  </w:num>
  <w:num w:numId="12" w16cid:durableId="1417284637">
    <w:abstractNumId w:val="45"/>
  </w:num>
  <w:num w:numId="13" w16cid:durableId="1909728638">
    <w:abstractNumId w:val="21"/>
  </w:num>
  <w:num w:numId="14" w16cid:durableId="1398742894">
    <w:abstractNumId w:val="20"/>
  </w:num>
  <w:num w:numId="15" w16cid:durableId="1514295621">
    <w:abstractNumId w:val="28"/>
  </w:num>
  <w:num w:numId="16" w16cid:durableId="1934241008">
    <w:abstractNumId w:val="9"/>
  </w:num>
  <w:num w:numId="17" w16cid:durableId="73015700">
    <w:abstractNumId w:val="1"/>
  </w:num>
  <w:num w:numId="18" w16cid:durableId="1731154561">
    <w:abstractNumId w:val="13"/>
  </w:num>
  <w:num w:numId="19" w16cid:durableId="358897683">
    <w:abstractNumId w:val="43"/>
  </w:num>
  <w:num w:numId="20" w16cid:durableId="939264171">
    <w:abstractNumId w:val="32"/>
  </w:num>
  <w:num w:numId="21" w16cid:durableId="879391983">
    <w:abstractNumId w:val="22"/>
  </w:num>
  <w:num w:numId="22" w16cid:durableId="747576066">
    <w:abstractNumId w:val="46"/>
  </w:num>
  <w:num w:numId="23" w16cid:durableId="970331246">
    <w:abstractNumId w:val="18"/>
  </w:num>
  <w:num w:numId="24" w16cid:durableId="1010983311">
    <w:abstractNumId w:val="17"/>
  </w:num>
  <w:num w:numId="25" w16cid:durableId="1312758532">
    <w:abstractNumId w:val="9"/>
  </w:num>
  <w:num w:numId="26" w16cid:durableId="1313565387">
    <w:abstractNumId w:val="34"/>
  </w:num>
  <w:num w:numId="27" w16cid:durableId="784496798">
    <w:abstractNumId w:val="6"/>
  </w:num>
  <w:num w:numId="28" w16cid:durableId="240141213">
    <w:abstractNumId w:val="40"/>
  </w:num>
  <w:num w:numId="29" w16cid:durableId="1816753250">
    <w:abstractNumId w:val="27"/>
  </w:num>
  <w:num w:numId="30" w16cid:durableId="1845896470">
    <w:abstractNumId w:val="25"/>
  </w:num>
  <w:num w:numId="31" w16cid:durableId="1871717684">
    <w:abstractNumId w:val="3"/>
  </w:num>
  <w:num w:numId="32" w16cid:durableId="1131051710">
    <w:abstractNumId w:val="47"/>
  </w:num>
  <w:num w:numId="33" w16cid:durableId="1685280330">
    <w:abstractNumId w:val="10"/>
  </w:num>
  <w:num w:numId="34" w16cid:durableId="949821589">
    <w:abstractNumId w:val="30"/>
  </w:num>
  <w:num w:numId="35" w16cid:durableId="1002004290">
    <w:abstractNumId w:val="12"/>
  </w:num>
  <w:num w:numId="36" w16cid:durableId="389233259">
    <w:abstractNumId w:val="24"/>
  </w:num>
  <w:num w:numId="37" w16cid:durableId="1362782749">
    <w:abstractNumId w:val="35"/>
  </w:num>
  <w:num w:numId="38" w16cid:durableId="1269577940">
    <w:abstractNumId w:val="4"/>
  </w:num>
  <w:num w:numId="39" w16cid:durableId="1018579993">
    <w:abstractNumId w:val="36"/>
  </w:num>
  <w:num w:numId="40" w16cid:durableId="929771401">
    <w:abstractNumId w:val="14"/>
  </w:num>
  <w:num w:numId="41" w16cid:durableId="17589878">
    <w:abstractNumId w:val="19"/>
  </w:num>
  <w:num w:numId="42" w16cid:durableId="1514369707">
    <w:abstractNumId w:val="8"/>
  </w:num>
  <w:num w:numId="43" w16cid:durableId="1701206005">
    <w:abstractNumId w:val="26"/>
  </w:num>
  <w:num w:numId="44" w16cid:durableId="1679238438">
    <w:abstractNumId w:val="38"/>
  </w:num>
  <w:num w:numId="45" w16cid:durableId="1814523978">
    <w:abstractNumId w:val="37"/>
  </w:num>
  <w:num w:numId="46" w16cid:durableId="1399858483">
    <w:abstractNumId w:val="0"/>
  </w:num>
  <w:num w:numId="47" w16cid:durableId="279606438">
    <w:abstractNumId w:val="29"/>
  </w:num>
  <w:num w:numId="48" w16cid:durableId="1101411795">
    <w:abstractNumId w:val="5"/>
  </w:num>
  <w:num w:numId="49" w16cid:durableId="1405493781">
    <w:abstractNumId w:val="33"/>
  </w:num>
  <w:num w:numId="50" w16cid:durableId="191327562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69BB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5A4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7AA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582"/>
    <w:rsid w:val="000D3897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92C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319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0FD8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B99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22D6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492E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14"/>
    <w:rsid w:val="002D0DC1"/>
    <w:rsid w:val="002D2F05"/>
    <w:rsid w:val="002D3D65"/>
    <w:rsid w:val="002D3FEA"/>
    <w:rsid w:val="002D645D"/>
    <w:rsid w:val="002E09FB"/>
    <w:rsid w:val="002E13D3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5D60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B06"/>
    <w:rsid w:val="003271A0"/>
    <w:rsid w:val="00330672"/>
    <w:rsid w:val="00331FA4"/>
    <w:rsid w:val="003337AC"/>
    <w:rsid w:val="0033460E"/>
    <w:rsid w:val="0033497E"/>
    <w:rsid w:val="00334F9F"/>
    <w:rsid w:val="0033724E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10C1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31BC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8BF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277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37F5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DEB"/>
    <w:rsid w:val="004E19D2"/>
    <w:rsid w:val="004E1A7E"/>
    <w:rsid w:val="004E2068"/>
    <w:rsid w:val="004E2C5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238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48D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3FA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A7A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503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B7C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03AD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FD2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615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986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0C31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1F8"/>
    <w:rsid w:val="00850D24"/>
    <w:rsid w:val="008512AA"/>
    <w:rsid w:val="008513D5"/>
    <w:rsid w:val="00851844"/>
    <w:rsid w:val="00851BE5"/>
    <w:rsid w:val="00852370"/>
    <w:rsid w:val="00853D1D"/>
    <w:rsid w:val="00853F8B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077D"/>
    <w:rsid w:val="008A10EB"/>
    <w:rsid w:val="008A110F"/>
    <w:rsid w:val="008A55CD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5E35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527"/>
    <w:rsid w:val="00917CA0"/>
    <w:rsid w:val="00920074"/>
    <w:rsid w:val="00920D95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2B4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6C60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207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2A4A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3C90"/>
    <w:rsid w:val="00AC5AEF"/>
    <w:rsid w:val="00AC5BBF"/>
    <w:rsid w:val="00AC62D6"/>
    <w:rsid w:val="00AC6A61"/>
    <w:rsid w:val="00AC6C49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7412"/>
    <w:rsid w:val="00B00170"/>
    <w:rsid w:val="00B013A5"/>
    <w:rsid w:val="00B01EDA"/>
    <w:rsid w:val="00B020F3"/>
    <w:rsid w:val="00B02C34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151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F0D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8CE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98A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2A27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600"/>
    <w:rsid w:val="00EB0C28"/>
    <w:rsid w:val="00EB1462"/>
    <w:rsid w:val="00EB270F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55B2"/>
    <w:rsid w:val="00ED10DE"/>
    <w:rsid w:val="00ED1288"/>
    <w:rsid w:val="00ED3036"/>
    <w:rsid w:val="00ED463D"/>
    <w:rsid w:val="00ED6A7D"/>
    <w:rsid w:val="00ED6B33"/>
    <w:rsid w:val="00EE0425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9B1"/>
    <w:rsid w:val="00F06488"/>
    <w:rsid w:val="00F06A99"/>
    <w:rsid w:val="00F07222"/>
    <w:rsid w:val="00F11DBD"/>
    <w:rsid w:val="00F12706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BC1F59D-874A-4037-9965-ADA4B7E6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C5E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132770-99C3-47E8-B91C-C373B429B4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Bauro Toakai</cp:lastModifiedBy>
  <cp:revision>6</cp:revision>
  <cp:lastPrinted>2024-01-30T23:32:00Z</cp:lastPrinted>
  <dcterms:created xsi:type="dcterms:W3CDTF">2024-06-05T04:47:00Z</dcterms:created>
  <dcterms:modified xsi:type="dcterms:W3CDTF">2024-06-05T23:03:00Z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